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1A0F" w14:textId="77777777" w:rsidR="00613500" w:rsidRDefault="00613500" w:rsidP="003D3FC2">
      <w:pPr>
        <w:rPr>
          <w:lang w:val="pt-BR"/>
        </w:rPr>
      </w:pPr>
    </w:p>
    <w:p w14:paraId="0365720B" w14:textId="77777777" w:rsidR="00613500" w:rsidRDefault="00613500" w:rsidP="003D3FC2">
      <w:pPr>
        <w:rPr>
          <w:lang w:val="pt-BR"/>
        </w:rPr>
      </w:pPr>
    </w:p>
    <w:p w14:paraId="65D4B323" w14:textId="77777777" w:rsidR="00613500" w:rsidRDefault="00613500" w:rsidP="003D3FC2">
      <w:pPr>
        <w:rPr>
          <w:lang w:val="pt-BR"/>
        </w:rPr>
      </w:pPr>
    </w:p>
    <w:p w14:paraId="2BE926D3" w14:textId="77777777" w:rsidR="00956870" w:rsidRDefault="00956870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213F31" w:rsidRPr="00CB6522" w14:paraId="3C562D0B" w14:textId="77777777" w:rsidTr="00973B1B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2FB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48C4" w14:textId="77777777" w:rsidR="00213F31" w:rsidRPr="00877328" w:rsidRDefault="00213F31" w:rsidP="0091318B">
            <w:pPr>
              <w:spacing w:line="259" w:lineRule="auto"/>
              <w:rPr>
                <w:rFonts w:ascii="Calibri" w:hAnsi="Calibri" w:cs="Calibri"/>
                <w:b/>
                <w:bCs/>
              </w:rPr>
            </w:pPr>
            <w:r w:rsidRPr="00877328">
              <w:rPr>
                <w:rFonts w:ascii="Calibri" w:hAnsi="Calibri" w:cs="Calibri"/>
                <w:b/>
                <w:bCs/>
              </w:rPr>
              <w:t>R</w:t>
            </w:r>
            <w:r w:rsidR="00877328">
              <w:rPr>
                <w:rFonts w:ascii="Calibri" w:hAnsi="Calibri" w:cs="Calibri"/>
                <w:b/>
                <w:bCs/>
              </w:rPr>
              <w:t xml:space="preserve">ESPONSABIL ÎNCERCARE PROFIL </w:t>
            </w:r>
            <w:r w:rsidR="0032661F" w:rsidRPr="0032661F">
              <w:rPr>
                <w:rFonts w:ascii="Calibri" w:hAnsi="Calibri" w:cs="Calibri"/>
                <w:b/>
                <w:bCs/>
              </w:rPr>
              <w:t>MTZ (MORTARE PENTRU TENCUIELI SI ZIDARII)</w:t>
            </w:r>
          </w:p>
        </w:tc>
      </w:tr>
      <w:tr w:rsidR="00213F31" w:rsidRPr="00CB6522" w14:paraId="5ABD1B9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E6B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CD64" w14:textId="77777777" w:rsidR="00CC102D" w:rsidRDefault="00CC102D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Studii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 w:rsidRPr="00CC102D">
              <w:rPr>
                <w:rFonts w:ascii="Calibri" w:hAnsi="Calibri" w:cs="Calibri"/>
              </w:rPr>
              <w:t>superioare</w:t>
            </w:r>
            <w:proofErr w:type="spellEnd"/>
            <w:r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Pr="00CC102D">
              <w:rPr>
                <w:rFonts w:ascii="Calibri" w:hAnsi="Calibri" w:cs="Calibri"/>
              </w:rPr>
              <w:t>scurtă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Pr="00CC102D">
              <w:rPr>
                <w:rFonts w:ascii="Calibri" w:hAnsi="Calibri" w:cs="Calibri"/>
              </w:rPr>
              <w:t>durată</w:t>
            </w:r>
            <w:proofErr w:type="spellEnd"/>
            <w:r w:rsidRPr="00CC102D">
              <w:rPr>
                <w:rFonts w:ascii="Calibri" w:hAnsi="Calibri" w:cs="Calibri"/>
              </w:rPr>
              <w:t xml:space="preserve">, </w:t>
            </w:r>
            <w:proofErr w:type="spellStart"/>
            <w:r w:rsidRPr="00CC102D">
              <w:rPr>
                <w:rFonts w:ascii="Calibri" w:hAnsi="Calibri" w:cs="Calibri"/>
              </w:rPr>
              <w:t>absolvite</w:t>
            </w:r>
            <w:proofErr w:type="spellEnd"/>
            <w:r w:rsidRPr="00CC102D">
              <w:rPr>
                <w:rFonts w:ascii="Calibri" w:hAnsi="Calibri" w:cs="Calibri"/>
              </w:rPr>
              <w:t xml:space="preserve"> cu </w:t>
            </w:r>
            <w:proofErr w:type="spellStart"/>
            <w:r w:rsidRPr="00CC102D">
              <w:rPr>
                <w:rFonts w:ascii="Calibri" w:hAnsi="Calibri" w:cs="Calibri"/>
              </w:rPr>
              <w:t>diplomă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</w:p>
          <w:p w14:paraId="0EDD4C19" w14:textId="77777777" w:rsidR="00213F31" w:rsidRPr="0091318B" w:rsidRDefault="0091318B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min. </w:t>
            </w:r>
            <w:r>
              <w:rPr>
                <w:rFonts w:ascii="Calibri" w:hAnsi="Calibri" w:cs="Calibri"/>
              </w:rPr>
              <w:t>1 an</w:t>
            </w:r>
          </w:p>
        </w:tc>
      </w:tr>
      <w:tr w:rsidR="00213F31" w:rsidRPr="00CB6522" w14:paraId="61339EC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7F1F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18720" w14:textId="77777777" w:rsidR="00213F31" w:rsidRDefault="00CC102D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Standarde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normative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32661F" w:rsidRPr="0032661F">
              <w:rPr>
                <w:rFonts w:ascii="Calibri" w:hAnsi="Calibri" w:cs="Calibri"/>
              </w:rPr>
              <w:t>MTZ (</w:t>
            </w:r>
            <w:proofErr w:type="spellStart"/>
            <w:r w:rsidR="0032661F">
              <w:rPr>
                <w:rFonts w:ascii="Calibri" w:hAnsi="Calibri" w:cs="Calibri"/>
              </w:rPr>
              <w:t>M</w:t>
            </w:r>
            <w:r w:rsidR="0032661F" w:rsidRPr="0032661F">
              <w:rPr>
                <w:rFonts w:ascii="Calibri" w:hAnsi="Calibri" w:cs="Calibri"/>
              </w:rPr>
              <w:t>ortare</w:t>
            </w:r>
            <w:proofErr w:type="spellEnd"/>
            <w:r w:rsidR="0032661F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32661F" w:rsidRPr="0032661F">
              <w:rPr>
                <w:rFonts w:ascii="Calibri" w:hAnsi="Calibri" w:cs="Calibri"/>
              </w:rPr>
              <w:t>pentru</w:t>
            </w:r>
            <w:proofErr w:type="spellEnd"/>
            <w:r w:rsidR="0032661F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32661F">
              <w:rPr>
                <w:rFonts w:ascii="Calibri" w:hAnsi="Calibri" w:cs="Calibri"/>
              </w:rPr>
              <w:t>T</w:t>
            </w:r>
            <w:r w:rsidR="0032661F" w:rsidRPr="0032661F">
              <w:rPr>
                <w:rFonts w:ascii="Calibri" w:hAnsi="Calibri" w:cs="Calibri"/>
              </w:rPr>
              <w:t>encuieli</w:t>
            </w:r>
            <w:proofErr w:type="spellEnd"/>
            <w:r w:rsidR="0032661F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32661F" w:rsidRPr="0032661F">
              <w:rPr>
                <w:rFonts w:ascii="Calibri" w:hAnsi="Calibri" w:cs="Calibri"/>
              </w:rPr>
              <w:t>si</w:t>
            </w:r>
            <w:proofErr w:type="spellEnd"/>
            <w:r w:rsidR="0032661F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334CF0">
              <w:rPr>
                <w:rFonts w:ascii="Calibri" w:hAnsi="Calibri" w:cs="Calibri"/>
              </w:rPr>
              <w:t>Z</w:t>
            </w:r>
            <w:r w:rsidR="0032661F" w:rsidRPr="0032661F">
              <w:rPr>
                <w:rFonts w:ascii="Calibri" w:hAnsi="Calibri" w:cs="Calibri"/>
              </w:rPr>
              <w:t>idarii</w:t>
            </w:r>
            <w:proofErr w:type="spellEnd"/>
            <w:r w:rsidR="0032661F" w:rsidRPr="0032661F">
              <w:rPr>
                <w:rFonts w:ascii="Calibri" w:hAnsi="Calibri" w:cs="Calibri"/>
              </w:rPr>
              <w:t>)</w:t>
            </w:r>
          </w:p>
          <w:p w14:paraId="40F9BFAD" w14:textId="77777777" w:rsidR="00334CF0" w:rsidRPr="0032661F" w:rsidRDefault="00334CF0" w:rsidP="00334CF0">
            <w:pPr>
              <w:numPr>
                <w:ilvl w:val="0"/>
                <w:numId w:val="2"/>
              </w:numPr>
              <w:tabs>
                <w:tab w:val="left" w:pos="360"/>
              </w:tabs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483B1CA6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3:2001/A1:2004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1EC6ED1D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3:2001/A2:2007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zidarie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50833F16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561808C1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6:2001/A1:2007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7314C52D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7EDD5338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</w:t>
            </w:r>
            <w:r>
              <w:rPr>
                <w:rFonts w:ascii="Calibri" w:hAnsi="Calibri" w:cs="Calibri"/>
              </w:rPr>
              <w:t>`</w:t>
            </w:r>
            <w:r w:rsidRPr="0032661F">
              <w:rPr>
                <w:rFonts w:ascii="Calibri" w:hAnsi="Calibri" w:cs="Calibri"/>
              </w:rPr>
              <w:t>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0BCE7F90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compresiune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0C00604D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11:2020 -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lastRenderedPageBreak/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057B2B2A" w14:textId="77777777" w:rsidR="0032661F" w:rsidRPr="0068276C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–12:2016 -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12: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aderenței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tencuire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gletuire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întărite</w:t>
            </w:r>
            <w:proofErr w:type="spellEnd"/>
            <w:r w:rsidRPr="0032661F">
              <w:rPr>
                <w:rFonts w:ascii="Calibri" w:hAnsi="Calibri" w:cs="Calibri"/>
              </w:rPr>
              <w:t xml:space="preserve"> pe </w:t>
            </w:r>
            <w:proofErr w:type="spellStart"/>
            <w:r w:rsidRPr="0032661F">
              <w:rPr>
                <w:rFonts w:ascii="Calibri" w:hAnsi="Calibri" w:cs="Calibri"/>
              </w:rPr>
              <w:t>suporturi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</w:tc>
      </w:tr>
      <w:tr w:rsidR="00213F31" w:rsidRPr="00CB6522" w14:paraId="295AB4BE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4529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CFBF4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 w:rsidR="00877328">
              <w:rPr>
                <w:rFonts w:ascii="Calibri" w:hAnsi="Calibri" w:cs="Calibri"/>
              </w:rPr>
              <w:t>Șef</w:t>
            </w:r>
            <w:proofErr w:type="spellEnd"/>
            <w:r w:rsidR="00877328">
              <w:rPr>
                <w:rFonts w:ascii="Calibri" w:hAnsi="Calibri" w:cs="Calibri"/>
              </w:rPr>
              <w:t xml:space="preserve"> </w:t>
            </w:r>
            <w:proofErr w:type="spellStart"/>
            <w:r w:rsidR="00877328">
              <w:rPr>
                <w:rFonts w:ascii="Calibri" w:hAnsi="Calibri" w:cs="Calibri"/>
              </w:rPr>
              <w:t>laborator</w:t>
            </w:r>
            <w:proofErr w:type="spellEnd"/>
          </w:p>
          <w:p w14:paraId="0F8A931D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 w:rsidR="00877328">
              <w:rPr>
                <w:rFonts w:ascii="Calibri" w:hAnsi="Calibri" w:cs="Calibri"/>
              </w:rPr>
              <w:t>Șef</w:t>
            </w:r>
            <w:proofErr w:type="spellEnd"/>
            <w:r w:rsidR="00877328">
              <w:rPr>
                <w:rFonts w:ascii="Calibri" w:hAnsi="Calibri" w:cs="Calibri"/>
              </w:rPr>
              <w:t xml:space="preserve"> </w:t>
            </w:r>
            <w:proofErr w:type="spellStart"/>
            <w:r w:rsidR="00877328">
              <w:rPr>
                <w:rFonts w:ascii="Calibri" w:hAnsi="Calibri" w:cs="Calibri"/>
              </w:rPr>
              <w:t>profil</w:t>
            </w:r>
            <w:proofErr w:type="spellEnd"/>
          </w:p>
          <w:p w14:paraId="523A8059" w14:textId="77777777" w:rsidR="00213F31" w:rsidRPr="008F53F1" w:rsidRDefault="00213F31" w:rsidP="00973B1B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 </w:t>
            </w:r>
          </w:p>
        </w:tc>
      </w:tr>
      <w:tr w:rsidR="00213F31" w:rsidRPr="00CB6522" w14:paraId="69F74F08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B1C5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</w:t>
            </w:r>
            <w:proofErr w:type="spellStart"/>
            <w:r w:rsidRPr="0068276C">
              <w:rPr>
                <w:rFonts w:ascii="Calibri" w:hAnsi="Calibri" w:cs="Calibri"/>
              </w:rPr>
              <w:t>contesta</w:t>
            </w:r>
            <w:proofErr w:type="spellEnd"/>
            <w:r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96C0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</w:t>
            </w:r>
            <w:proofErr w:type="spellStart"/>
            <w:r w:rsidR="00877328">
              <w:rPr>
                <w:rFonts w:ascii="Calibri" w:hAnsi="Calibri" w:cs="Calibri"/>
              </w:rPr>
              <w:t>Conf</w:t>
            </w:r>
            <w:r>
              <w:rPr>
                <w:rFonts w:ascii="Calibri" w:hAnsi="Calibri" w:cs="Calibri"/>
              </w:rPr>
              <w:t>.dr.ing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r w:rsidR="00877328">
              <w:rPr>
                <w:rFonts w:ascii="Calibri" w:hAnsi="Calibri" w:cs="Calibri"/>
              </w:rPr>
              <w:t xml:space="preserve">Gavril </w:t>
            </w:r>
            <w:proofErr w:type="spellStart"/>
            <w:r w:rsidR="00877328">
              <w:rPr>
                <w:rFonts w:ascii="Calibri" w:hAnsi="Calibri" w:cs="Calibri"/>
              </w:rPr>
              <w:t>Hoda</w:t>
            </w:r>
            <w:proofErr w:type="spellEnd"/>
          </w:p>
          <w:p w14:paraId="0C0828D5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Conf. </w:t>
            </w:r>
            <w:proofErr w:type="spellStart"/>
            <w:r>
              <w:rPr>
                <w:rFonts w:ascii="Calibri" w:hAnsi="Calibri" w:cs="Calibri"/>
              </w:rPr>
              <w:t>dr.ing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Claudiu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Aciu</w:t>
            </w:r>
            <w:proofErr w:type="spellEnd"/>
          </w:p>
          <w:p w14:paraId="30132821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Conf.dr.ing</w:t>
            </w:r>
            <w:proofErr w:type="spellEnd"/>
            <w:r>
              <w:rPr>
                <w:rFonts w:ascii="Calibri" w:hAnsi="Calibri" w:cs="Calibri"/>
              </w:rPr>
              <w:t>. Attila Puskas</w:t>
            </w:r>
          </w:p>
        </w:tc>
      </w:tr>
      <w:tr w:rsidR="00213F31" w:rsidRPr="00CB6522" w14:paraId="562771C3" w14:textId="77777777" w:rsidTr="00973B1B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C5F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6953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213F31" w:rsidRPr="00CB6522" w14:paraId="310A6E11" w14:textId="77777777" w:rsidTr="00973B1B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3329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8642" w14:textId="77777777" w:rsidR="00213F31" w:rsidRPr="008F53F1" w:rsidRDefault="00213F31" w:rsidP="00973B1B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213F31" w:rsidRPr="00CB6522" w14:paraId="7BD104D6" w14:textId="77777777" w:rsidTr="00973B1B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D3EB7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BE9B0" w14:textId="77777777" w:rsidR="00213F31" w:rsidRPr="0068276C" w:rsidRDefault="00213F31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1CB38858" w14:textId="77777777" w:rsidR="00213F31" w:rsidRDefault="00213F31" w:rsidP="003D3FC2">
      <w:pPr>
        <w:rPr>
          <w:lang w:val="pt-BR"/>
        </w:rPr>
      </w:pPr>
    </w:p>
    <w:p w14:paraId="2E826286" w14:textId="77777777" w:rsidR="00877328" w:rsidRDefault="00877328" w:rsidP="003D3FC2">
      <w:pPr>
        <w:rPr>
          <w:lang w:val="pt-BR"/>
        </w:rPr>
      </w:pPr>
    </w:p>
    <w:p w14:paraId="5B0A7E41" w14:textId="77777777" w:rsidR="00877328" w:rsidRDefault="00877328" w:rsidP="003D3FC2">
      <w:pPr>
        <w:rPr>
          <w:lang w:val="pt-BR"/>
        </w:rPr>
      </w:pPr>
    </w:p>
    <w:p w14:paraId="3C9A59B5" w14:textId="77777777" w:rsidR="00613500" w:rsidRDefault="00613500" w:rsidP="003D3FC2">
      <w:pPr>
        <w:rPr>
          <w:lang w:val="pt-BR"/>
        </w:rPr>
      </w:pPr>
    </w:p>
    <w:p w14:paraId="08704348" w14:textId="77777777" w:rsidR="00613500" w:rsidRDefault="00613500" w:rsidP="003D3FC2">
      <w:pPr>
        <w:rPr>
          <w:lang w:val="pt-BR"/>
        </w:rPr>
      </w:pPr>
    </w:p>
    <w:p w14:paraId="55D1E26B" w14:textId="77777777" w:rsidR="00613500" w:rsidRDefault="00613500" w:rsidP="003D3FC2">
      <w:pPr>
        <w:rPr>
          <w:lang w:val="pt-BR"/>
        </w:rPr>
      </w:pPr>
    </w:p>
    <w:p w14:paraId="6FE804BA" w14:textId="77777777" w:rsidR="00613500" w:rsidRDefault="00613500" w:rsidP="003D3FC2">
      <w:pPr>
        <w:rPr>
          <w:lang w:val="pt-BR"/>
        </w:rPr>
      </w:pPr>
    </w:p>
    <w:p w14:paraId="330A35F4" w14:textId="77777777" w:rsidR="00613500" w:rsidRDefault="00613500" w:rsidP="003D3FC2">
      <w:pPr>
        <w:rPr>
          <w:lang w:val="pt-BR"/>
        </w:rPr>
      </w:pPr>
    </w:p>
    <w:p w14:paraId="29C49826" w14:textId="77777777" w:rsidR="00613500" w:rsidRDefault="00613500" w:rsidP="003D3FC2">
      <w:pPr>
        <w:rPr>
          <w:lang w:val="pt-BR"/>
        </w:rPr>
      </w:pPr>
    </w:p>
    <w:p w14:paraId="760DC0B8" w14:textId="77777777" w:rsidR="00613500" w:rsidRDefault="00613500" w:rsidP="003D3FC2">
      <w:pPr>
        <w:rPr>
          <w:lang w:val="pt-BR"/>
        </w:rPr>
      </w:pPr>
    </w:p>
    <w:p w14:paraId="08A747A9" w14:textId="77777777" w:rsidR="00613500" w:rsidRDefault="00613500" w:rsidP="003D3FC2">
      <w:pPr>
        <w:rPr>
          <w:lang w:val="pt-BR"/>
        </w:rPr>
      </w:pPr>
    </w:p>
    <w:p w14:paraId="1474D8C4" w14:textId="77777777" w:rsidR="00613500" w:rsidRDefault="00613500" w:rsidP="003D3FC2">
      <w:pPr>
        <w:rPr>
          <w:lang w:val="pt-BR"/>
        </w:rPr>
      </w:pPr>
    </w:p>
    <w:p w14:paraId="61AC9DC9" w14:textId="77777777" w:rsidR="00613500" w:rsidRDefault="00613500" w:rsidP="003D3FC2">
      <w:pPr>
        <w:rPr>
          <w:lang w:val="pt-BR"/>
        </w:rPr>
      </w:pPr>
    </w:p>
    <w:p w14:paraId="362E05E8" w14:textId="77777777" w:rsidR="00613500" w:rsidRDefault="00613500" w:rsidP="003D3FC2">
      <w:pPr>
        <w:rPr>
          <w:lang w:val="pt-BR"/>
        </w:rPr>
      </w:pPr>
    </w:p>
    <w:p w14:paraId="1EA55F9D" w14:textId="77777777" w:rsidR="00613500" w:rsidRDefault="00613500" w:rsidP="003D3FC2">
      <w:pPr>
        <w:rPr>
          <w:lang w:val="pt-BR"/>
        </w:rPr>
      </w:pPr>
    </w:p>
    <w:p w14:paraId="4951C4B4" w14:textId="77777777" w:rsidR="00613500" w:rsidRDefault="00613500" w:rsidP="003D3FC2">
      <w:pPr>
        <w:rPr>
          <w:lang w:val="pt-BR"/>
        </w:rPr>
      </w:pPr>
    </w:p>
    <w:p w14:paraId="60F40FD8" w14:textId="77777777" w:rsidR="00613500" w:rsidRDefault="00613500" w:rsidP="003D3FC2">
      <w:pPr>
        <w:rPr>
          <w:lang w:val="pt-BR"/>
        </w:rPr>
      </w:pPr>
    </w:p>
    <w:p w14:paraId="0E10C53D" w14:textId="77777777" w:rsidR="00613500" w:rsidRDefault="00613500" w:rsidP="003D3FC2">
      <w:pPr>
        <w:rPr>
          <w:lang w:val="pt-BR"/>
        </w:rPr>
      </w:pPr>
    </w:p>
    <w:p w14:paraId="346B5AA0" w14:textId="77777777" w:rsidR="00613500" w:rsidRDefault="00613500" w:rsidP="003D3FC2">
      <w:pPr>
        <w:rPr>
          <w:lang w:val="pt-BR"/>
        </w:rPr>
      </w:pPr>
    </w:p>
    <w:p w14:paraId="15807F13" w14:textId="77777777" w:rsidR="00613500" w:rsidRDefault="00613500" w:rsidP="003D3FC2">
      <w:pPr>
        <w:rPr>
          <w:lang w:val="pt-BR"/>
        </w:rPr>
      </w:pPr>
    </w:p>
    <w:p w14:paraId="7D97B24C" w14:textId="77777777" w:rsidR="00613500" w:rsidRDefault="00613500" w:rsidP="003D3FC2">
      <w:pPr>
        <w:rPr>
          <w:lang w:val="pt-BR"/>
        </w:rPr>
      </w:pPr>
    </w:p>
    <w:p w14:paraId="3FA008DE" w14:textId="77777777" w:rsidR="00613500" w:rsidRDefault="00613500" w:rsidP="003D3FC2">
      <w:pPr>
        <w:rPr>
          <w:lang w:val="pt-BR"/>
        </w:rPr>
      </w:pPr>
    </w:p>
    <w:p w14:paraId="7980FED7" w14:textId="77777777" w:rsidR="00613500" w:rsidRDefault="00613500" w:rsidP="003D3FC2">
      <w:pPr>
        <w:rPr>
          <w:lang w:val="pt-BR"/>
        </w:rPr>
      </w:pPr>
    </w:p>
    <w:p w14:paraId="64BD8845" w14:textId="77777777" w:rsidR="00613500" w:rsidRDefault="00613500" w:rsidP="003D3FC2">
      <w:pPr>
        <w:rPr>
          <w:lang w:val="pt-BR"/>
        </w:rPr>
      </w:pPr>
    </w:p>
    <w:p w14:paraId="5621BD2B" w14:textId="77777777" w:rsidR="00613500" w:rsidRDefault="00613500" w:rsidP="003D3FC2">
      <w:pPr>
        <w:rPr>
          <w:lang w:val="pt-BR"/>
        </w:rPr>
      </w:pPr>
    </w:p>
    <w:p w14:paraId="67630F5B" w14:textId="77777777" w:rsidR="00613500" w:rsidRDefault="00613500" w:rsidP="003D3FC2">
      <w:pPr>
        <w:rPr>
          <w:lang w:val="pt-BR"/>
        </w:rPr>
      </w:pPr>
    </w:p>
    <w:p w14:paraId="5E51161C" w14:textId="77777777" w:rsidR="00613500" w:rsidRDefault="00613500" w:rsidP="003D3FC2">
      <w:pPr>
        <w:rPr>
          <w:lang w:val="pt-BR"/>
        </w:rPr>
      </w:pPr>
    </w:p>
    <w:p w14:paraId="67CA1A45" w14:textId="77777777" w:rsidR="00613500" w:rsidRDefault="00613500" w:rsidP="003D3FC2">
      <w:pPr>
        <w:rPr>
          <w:lang w:val="pt-BR"/>
        </w:rPr>
      </w:pPr>
    </w:p>
    <w:p w14:paraId="4F5EAAB3" w14:textId="77777777" w:rsidR="00613500" w:rsidRDefault="00613500" w:rsidP="003D3FC2">
      <w:pPr>
        <w:rPr>
          <w:lang w:val="pt-BR"/>
        </w:rPr>
      </w:pPr>
    </w:p>
    <w:p w14:paraId="7DC76280" w14:textId="77777777" w:rsidR="00613500" w:rsidRDefault="00613500" w:rsidP="003D3FC2">
      <w:pPr>
        <w:rPr>
          <w:lang w:val="pt-BR"/>
        </w:rPr>
      </w:pPr>
    </w:p>
    <w:p w14:paraId="4E843F4B" w14:textId="77777777" w:rsidR="00613500" w:rsidRDefault="00613500" w:rsidP="003D3FC2">
      <w:pPr>
        <w:rPr>
          <w:lang w:val="pt-BR"/>
        </w:rPr>
      </w:pPr>
    </w:p>
    <w:sectPr w:rsidR="00613500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DB1E" w14:textId="77777777" w:rsidR="00564C7B" w:rsidRDefault="00564C7B">
      <w:r>
        <w:separator/>
      </w:r>
    </w:p>
  </w:endnote>
  <w:endnote w:type="continuationSeparator" w:id="0">
    <w:p w14:paraId="7EC42500" w14:textId="77777777" w:rsidR="00564C7B" w:rsidRDefault="0056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77777777" w:rsidR="002549E4" w:rsidRDefault="00557F78" w:rsidP="002549E4">
    <w:pPr>
      <w:pStyle w:val="Footer"/>
    </w:pPr>
    <w:r>
      <w:pict w14:anchorId="69C7A5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5pt;height:29.25pt">
          <v:imagedata r:id="rId1" o:title="footer_E"/>
        </v:shape>
      </w:pict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D3E01" w14:textId="77777777" w:rsidR="00564C7B" w:rsidRDefault="00564C7B">
      <w:r>
        <w:separator/>
      </w:r>
    </w:p>
  </w:footnote>
  <w:footnote w:type="continuationSeparator" w:id="0">
    <w:p w14:paraId="050E7739" w14:textId="77777777" w:rsidR="00564C7B" w:rsidRDefault="0056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77777777" w:rsidR="00870AE0" w:rsidRPr="00692D66" w:rsidRDefault="00564C7B" w:rsidP="003D3FC2">
    <w:pPr>
      <w:pStyle w:val="Header"/>
      <w:jc w:val="center"/>
    </w:pPr>
    <w:r>
      <w:pict w14:anchorId="64033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0.5pt;height:60pt">
          <v:imagedata r:id="rId1" o:title="antet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77777777" w:rsidR="005160B9" w:rsidRDefault="00557F78">
    <w:pPr>
      <w:pStyle w:val="Header"/>
    </w:pPr>
    <w:r>
      <w:pict w14:anchorId="2B340C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92.25pt">
          <v:imagedata r:id="rId1" o:title="ANTET UT_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3"/>
  </w:num>
  <w:num w:numId="3" w16cid:durableId="579755036">
    <w:abstractNumId w:val="2"/>
  </w:num>
  <w:num w:numId="4" w16cid:durableId="1509056740">
    <w:abstractNumId w:val="1"/>
  </w:num>
  <w:num w:numId="5" w16cid:durableId="1554929571">
    <w:abstractNumId w:val="4"/>
  </w:num>
  <w:num w:numId="6" w16cid:durableId="1308046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24E07"/>
    <w:rsid w:val="001325AB"/>
    <w:rsid w:val="001439EB"/>
    <w:rsid w:val="00151FE3"/>
    <w:rsid w:val="0017277F"/>
    <w:rsid w:val="00194FC3"/>
    <w:rsid w:val="001A051B"/>
    <w:rsid w:val="001B2172"/>
    <w:rsid w:val="001B4317"/>
    <w:rsid w:val="001D1381"/>
    <w:rsid w:val="001E20E9"/>
    <w:rsid w:val="001F11F7"/>
    <w:rsid w:val="001F2983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57F78"/>
    <w:rsid w:val="00564C7B"/>
    <w:rsid w:val="00585283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2DC9"/>
    <w:rsid w:val="006E5124"/>
    <w:rsid w:val="0071467A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F53F1"/>
    <w:rsid w:val="008F5C1B"/>
    <w:rsid w:val="00911F2C"/>
    <w:rsid w:val="0091318B"/>
    <w:rsid w:val="00913956"/>
    <w:rsid w:val="00924236"/>
    <w:rsid w:val="00944436"/>
    <w:rsid w:val="00950210"/>
    <w:rsid w:val="00951AF7"/>
    <w:rsid w:val="00956870"/>
    <w:rsid w:val="00961FEB"/>
    <w:rsid w:val="00973B1B"/>
    <w:rsid w:val="009B4A49"/>
    <w:rsid w:val="009F321A"/>
    <w:rsid w:val="009F432D"/>
    <w:rsid w:val="00A06D2C"/>
    <w:rsid w:val="00A92CDE"/>
    <w:rsid w:val="00A963E8"/>
    <w:rsid w:val="00AB63C6"/>
    <w:rsid w:val="00AB63F6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C454E"/>
    <w:rsid w:val="00F53224"/>
    <w:rsid w:val="00F602BD"/>
    <w:rsid w:val="00F60440"/>
    <w:rsid w:val="00F83373"/>
    <w:rsid w:val="00FB5CFE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3</cp:revision>
  <cp:lastPrinted>2022-06-15T12:21:00Z</cp:lastPrinted>
  <dcterms:created xsi:type="dcterms:W3CDTF">2022-06-23T03:15:00Z</dcterms:created>
  <dcterms:modified xsi:type="dcterms:W3CDTF">2022-07-01T07:34:00Z</dcterms:modified>
</cp:coreProperties>
</file>