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1E26B" w14:textId="77777777" w:rsidR="00613500" w:rsidRDefault="00613500" w:rsidP="003D3FC2">
      <w:pPr>
        <w:rPr>
          <w:lang w:val="pt-BR"/>
        </w:rPr>
      </w:pPr>
    </w:p>
    <w:p w14:paraId="6FE804BA" w14:textId="77777777" w:rsidR="00613500" w:rsidRDefault="00613500" w:rsidP="003D3FC2">
      <w:pPr>
        <w:rPr>
          <w:lang w:val="pt-BR"/>
        </w:rPr>
      </w:pPr>
    </w:p>
    <w:p w14:paraId="330A35F4" w14:textId="77777777" w:rsidR="00613500" w:rsidRDefault="00613500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877328" w:rsidRPr="00CB6522" w14:paraId="0265718F" w14:textId="77777777" w:rsidTr="00973B1B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839CF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9637" w14:textId="3A136E7B" w:rsidR="00877328" w:rsidRPr="00877328" w:rsidRDefault="00877328" w:rsidP="00973B1B">
            <w:pPr>
              <w:spacing w:line="259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OPERATOR PROFIL </w:t>
            </w:r>
            <w:r w:rsidR="00F26D2D" w:rsidRPr="005E459E">
              <w:rPr>
                <w:rFonts w:ascii="Calibri" w:hAnsi="Calibri" w:cs="Calibri"/>
                <w:b/>
                <w:bCs/>
              </w:rPr>
              <w:t>ZP (ZIDARIE SI PERETI)</w:t>
            </w:r>
          </w:p>
        </w:tc>
      </w:tr>
      <w:tr w:rsidR="0091318B" w:rsidRPr="00CB6522" w14:paraId="43260ADF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298F" w14:textId="77777777" w:rsidR="0091318B" w:rsidRPr="0068276C" w:rsidRDefault="0091318B" w:rsidP="0091318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05AE" w14:textId="77777777" w:rsidR="0091318B" w:rsidRPr="001D1381" w:rsidRDefault="0091318B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Studii</w:t>
            </w:r>
            <w:proofErr w:type="spellEnd"/>
            <w:r w:rsidRPr="001D1381">
              <w:rPr>
                <w:rFonts w:ascii="Calibri" w:hAnsi="Calibri" w:cs="Calibri"/>
              </w:rPr>
              <w:t>:</w:t>
            </w:r>
            <w:r w:rsidRPr="0091318B">
              <w:rPr>
                <w:rFonts w:ascii="Calibri" w:hAnsi="Calibri" w:cs="Calibri"/>
              </w:rPr>
              <w:t xml:space="preserve"> </w:t>
            </w:r>
            <w:proofErr w:type="spellStart"/>
            <w:r w:rsidRPr="0091318B">
              <w:rPr>
                <w:rFonts w:ascii="Calibri" w:hAnsi="Calibri" w:cs="Calibri"/>
              </w:rPr>
              <w:t>medii</w:t>
            </w:r>
            <w:proofErr w:type="spellEnd"/>
            <w:r w:rsidRPr="0091318B">
              <w:rPr>
                <w:rFonts w:ascii="Calibri" w:hAnsi="Calibri" w:cs="Calibri"/>
              </w:rPr>
              <w:t xml:space="preserve"> </w:t>
            </w:r>
            <w:proofErr w:type="spellStart"/>
            <w:r w:rsidRPr="0091318B">
              <w:rPr>
                <w:rFonts w:ascii="Calibri" w:hAnsi="Calibri" w:cs="Calibri"/>
              </w:rPr>
              <w:t>liceale</w:t>
            </w:r>
            <w:proofErr w:type="spellEnd"/>
            <w:r>
              <w:rPr>
                <w:rFonts w:ascii="Calibri" w:hAnsi="Calibri" w:cs="Calibri"/>
              </w:rPr>
              <w:t xml:space="preserve"> / </w:t>
            </w:r>
            <w:proofErr w:type="spellStart"/>
            <w:r>
              <w:rPr>
                <w:rFonts w:ascii="Calibri" w:hAnsi="Calibri" w:cs="Calibri"/>
              </w:rPr>
              <w:t>studii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medii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liceale</w:t>
            </w:r>
            <w:proofErr w:type="spellEnd"/>
          </w:p>
          <w:p w14:paraId="5703AD8E" w14:textId="77777777" w:rsidR="0091318B" w:rsidRPr="0091318B" w:rsidRDefault="0091318B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-</w:t>
            </w:r>
          </w:p>
        </w:tc>
      </w:tr>
      <w:tr w:rsidR="0091318B" w:rsidRPr="00CB6522" w14:paraId="184F6DFD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ECEC" w14:textId="77777777" w:rsidR="0091318B" w:rsidRPr="0068276C" w:rsidRDefault="0091318B" w:rsidP="0091318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E065" w14:textId="77777777" w:rsidR="00CC102D" w:rsidRDefault="00CC102D" w:rsidP="00F26D2D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Proceduri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încercare</w:t>
            </w:r>
            <w:proofErr w:type="spellEnd"/>
            <w:r>
              <w:rPr>
                <w:rFonts w:ascii="Calibri" w:hAnsi="Calibri" w:cs="Calibri"/>
              </w:rPr>
              <w:t xml:space="preserve"> (PTI)</w:t>
            </w:r>
          </w:p>
          <w:p w14:paraId="2079412F" w14:textId="77777777" w:rsidR="00CC102D" w:rsidRPr="0091318B" w:rsidRDefault="00CC102D" w:rsidP="00F26D2D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r w:rsidRPr="00CC102D">
              <w:rPr>
                <w:rFonts w:ascii="Calibri" w:hAnsi="Calibri" w:cs="Calibri"/>
              </w:rPr>
              <w:t>nstrucţiunile</w:t>
            </w:r>
            <w:proofErr w:type="spellEnd"/>
            <w:r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Pr="00CC102D">
              <w:rPr>
                <w:rFonts w:ascii="Calibri" w:hAnsi="Calibri" w:cs="Calibri"/>
              </w:rPr>
              <w:t>folosire</w:t>
            </w:r>
            <w:proofErr w:type="spellEnd"/>
            <w:r w:rsidRPr="00CC102D">
              <w:rPr>
                <w:rFonts w:ascii="Calibri" w:hAnsi="Calibri" w:cs="Calibri"/>
              </w:rPr>
              <w:t xml:space="preserve"> </w:t>
            </w:r>
            <w:proofErr w:type="gramStart"/>
            <w:r w:rsidRPr="00CC102D">
              <w:rPr>
                <w:rFonts w:ascii="Calibri" w:hAnsi="Calibri" w:cs="Calibri"/>
              </w:rPr>
              <w:t>a</w:t>
            </w:r>
            <w:proofErr w:type="gramEnd"/>
            <w:r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Pr="00CC102D">
              <w:rPr>
                <w:rFonts w:ascii="Calibri" w:hAnsi="Calibri" w:cs="Calibri"/>
              </w:rPr>
              <w:t>echipamentelor</w:t>
            </w:r>
            <w:proofErr w:type="spellEnd"/>
            <w:r w:rsidRPr="00CC102D">
              <w:rPr>
                <w:rFonts w:ascii="Calibri" w:hAnsi="Calibri" w:cs="Calibri"/>
              </w:rPr>
              <w:t xml:space="preserve"> (ILL);</w:t>
            </w:r>
          </w:p>
          <w:p w14:paraId="4D44F643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772-16:2011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69A84699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772-20:2003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planeităţii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artificială</w:t>
            </w:r>
            <w:proofErr w:type="spellEnd"/>
          </w:p>
          <w:p w14:paraId="77A948C0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772-20:2003/A1:2006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planităţii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</w:p>
          <w:p w14:paraId="3458E08B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772-13:2001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13: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absolute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stare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uscată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(cu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excepţia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pietrei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>)</w:t>
            </w:r>
          </w:p>
          <w:p w14:paraId="50AAF276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772-4:2000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4: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porozităţii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deschise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totale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ale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din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natural</w:t>
            </w:r>
          </w:p>
          <w:p w14:paraId="49247B06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772-10:2001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10: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conţinutului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umiditate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</w:p>
          <w:p w14:paraId="17906D13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772-21:2011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arsă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prin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rece</w:t>
            </w:r>
            <w:proofErr w:type="spellEnd"/>
          </w:p>
          <w:p w14:paraId="1AB527DA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772-1+A1:2016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32C6A7A5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772-18:2011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18: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îngheţ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>/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dezgheţ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silico-calcar</w:t>
            </w:r>
          </w:p>
          <w:p w14:paraId="0A1A296E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lastRenderedPageBreak/>
              <w:t xml:space="preserve">SR EN 772-16:2011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28B41530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772-15:2003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15: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permeabilităţii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vaporii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(BCA)</w:t>
            </w:r>
          </w:p>
          <w:p w14:paraId="1F9D9D12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772-11:2011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datorită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acţiunii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capilare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F26D2D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artificială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vitezei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iniţiale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apei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arsă</w:t>
            </w:r>
            <w:proofErr w:type="spellEnd"/>
          </w:p>
          <w:p w14:paraId="7C9F6BB7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1052-1:2001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0AF443D2" w14:textId="77777777" w:rsidR="00F26D2D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1052-2:2016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2: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încovoiere</w:t>
            </w:r>
            <w:proofErr w:type="spellEnd"/>
          </w:p>
          <w:p w14:paraId="25CF2F1F" w14:textId="5DD29F24" w:rsidR="0091318B" w:rsidRPr="00F26D2D" w:rsidRDefault="00F26D2D" w:rsidP="00F26D2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F26D2D">
              <w:rPr>
                <w:rFonts w:ascii="Calibri" w:hAnsi="Calibri" w:cs="Calibri"/>
                <w:lang w:val="en-US"/>
              </w:rPr>
              <w:t xml:space="preserve">SR EN 1052-3:2003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3: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iniţiale</w:t>
            </w:r>
            <w:proofErr w:type="spellEnd"/>
            <w:r w:rsidRPr="00F26D2D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F26D2D">
              <w:rPr>
                <w:rFonts w:ascii="Calibri" w:hAnsi="Calibri" w:cs="Calibri"/>
                <w:lang w:val="en-US"/>
              </w:rPr>
              <w:t>forfecare</w:t>
            </w:r>
            <w:proofErr w:type="spellEnd"/>
          </w:p>
        </w:tc>
      </w:tr>
      <w:tr w:rsidR="00877328" w:rsidRPr="00CB6522" w14:paraId="6573562B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3F74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15FE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Șef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laborator</w:t>
            </w:r>
            <w:proofErr w:type="spellEnd"/>
          </w:p>
          <w:p w14:paraId="679E645F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>
              <w:rPr>
                <w:rFonts w:ascii="Calibri" w:hAnsi="Calibri" w:cs="Calibri"/>
              </w:rPr>
              <w:t>Șef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</w:t>
            </w:r>
            <w:proofErr w:type="spellEnd"/>
          </w:p>
          <w:p w14:paraId="427D8C12" w14:textId="77777777" w:rsidR="00877328" w:rsidRPr="008F53F1" w:rsidRDefault="00877328" w:rsidP="00973B1B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 </w:t>
            </w:r>
            <w:proofErr w:type="spellStart"/>
            <w:r>
              <w:rPr>
                <w:rFonts w:ascii="Calibri" w:hAnsi="Calibri" w:cs="Calibri"/>
              </w:rPr>
              <w:t>Responsabil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încercare</w:t>
            </w:r>
            <w:proofErr w:type="spellEnd"/>
          </w:p>
        </w:tc>
      </w:tr>
      <w:tr w:rsidR="00877328" w:rsidRPr="00CB6522" w14:paraId="63B7508A" w14:textId="77777777" w:rsidTr="00973B1B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A257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</w:t>
            </w:r>
            <w:proofErr w:type="spellStart"/>
            <w:r w:rsidRPr="0068276C">
              <w:rPr>
                <w:rFonts w:ascii="Calibri" w:hAnsi="Calibri" w:cs="Calibri"/>
              </w:rPr>
              <w:t>contesta</w:t>
            </w:r>
            <w:proofErr w:type="spellEnd"/>
            <w:r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9A9A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 w:rsidR="00956870">
              <w:rPr>
                <w:rFonts w:ascii="Calibri" w:hAnsi="Calibri" w:cs="Calibri"/>
              </w:rPr>
              <w:t>Conf.dr.ing</w:t>
            </w:r>
            <w:proofErr w:type="spellEnd"/>
            <w:r w:rsidR="00956870">
              <w:rPr>
                <w:rFonts w:ascii="Calibri" w:hAnsi="Calibri" w:cs="Calibri"/>
              </w:rPr>
              <w:t xml:space="preserve">. Gavril </w:t>
            </w:r>
            <w:proofErr w:type="spellStart"/>
            <w:r w:rsidR="00956870">
              <w:rPr>
                <w:rFonts w:ascii="Calibri" w:hAnsi="Calibri" w:cs="Calibri"/>
              </w:rPr>
              <w:t>Hoda</w:t>
            </w:r>
            <w:proofErr w:type="spellEnd"/>
          </w:p>
          <w:p w14:paraId="6D7CEC38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>
              <w:rPr>
                <w:rFonts w:ascii="Calibri" w:hAnsi="Calibri" w:cs="Calibri"/>
              </w:rPr>
              <w:t xml:space="preserve">    Conf. </w:t>
            </w:r>
            <w:proofErr w:type="spellStart"/>
            <w:r>
              <w:rPr>
                <w:rFonts w:ascii="Calibri" w:hAnsi="Calibri" w:cs="Calibri"/>
              </w:rPr>
              <w:t>dr.ing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  <w:proofErr w:type="spellStart"/>
            <w:r>
              <w:rPr>
                <w:rFonts w:ascii="Calibri" w:hAnsi="Calibri" w:cs="Calibri"/>
              </w:rPr>
              <w:t>Claudiu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Aciu</w:t>
            </w:r>
            <w:proofErr w:type="spellEnd"/>
          </w:p>
          <w:p w14:paraId="6C7F1E39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Conf.dr.ing</w:t>
            </w:r>
            <w:proofErr w:type="spellEnd"/>
            <w:r>
              <w:rPr>
                <w:rFonts w:ascii="Calibri" w:hAnsi="Calibri" w:cs="Calibri"/>
              </w:rPr>
              <w:t>. Attila Puskas</w:t>
            </w:r>
          </w:p>
        </w:tc>
      </w:tr>
      <w:tr w:rsidR="00877328" w:rsidRPr="00CB6522" w14:paraId="72828A72" w14:textId="77777777" w:rsidTr="00973B1B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A443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F67EB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877328" w:rsidRPr="00CB6522" w14:paraId="5EE95F2E" w14:textId="77777777" w:rsidTr="00973B1B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61CB8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8880" w14:textId="77777777" w:rsidR="00877328" w:rsidRPr="008F53F1" w:rsidRDefault="00877328" w:rsidP="00973B1B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877328" w:rsidRPr="00CB6522" w14:paraId="48F1A6DE" w14:textId="77777777" w:rsidTr="00973B1B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548E5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4339" w14:textId="77777777" w:rsidR="00877328" w:rsidRPr="0068276C" w:rsidRDefault="00877328" w:rsidP="00973B1B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799B5F39" w14:textId="77777777" w:rsidR="009B4A49" w:rsidRPr="00515793" w:rsidRDefault="009B4A49" w:rsidP="00613500">
      <w:pPr>
        <w:rPr>
          <w:szCs w:val="20"/>
          <w:lang w:val="ro-RO"/>
        </w:rPr>
      </w:pPr>
    </w:p>
    <w:sectPr w:rsidR="009B4A49" w:rsidRPr="00515793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50EC" w14:textId="77777777" w:rsidR="005B13BF" w:rsidRDefault="005B13BF">
      <w:r>
        <w:separator/>
      </w:r>
    </w:p>
  </w:endnote>
  <w:endnote w:type="continuationSeparator" w:id="0">
    <w:p w14:paraId="6C99BF07" w14:textId="77777777" w:rsidR="005B13BF" w:rsidRDefault="005B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521F4986" w:rsidR="002549E4" w:rsidRDefault="006D0739" w:rsidP="002549E4">
    <w:pPr>
      <w:pStyle w:val="Footer"/>
    </w:pPr>
    <w:r>
      <w:rPr>
        <w:noProof/>
      </w:rPr>
      <w:drawing>
        <wp:inline distT="0" distB="0" distL="0" distR="0" wp14:anchorId="69C7A5E4" wp14:editId="47EFB5D3">
          <wp:extent cx="6115050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E96E" w14:textId="77777777" w:rsidR="005B13BF" w:rsidRDefault="005B13BF">
      <w:r>
        <w:separator/>
      </w:r>
    </w:p>
  </w:footnote>
  <w:footnote w:type="continuationSeparator" w:id="0">
    <w:p w14:paraId="78FDED45" w14:textId="77777777" w:rsidR="005B13BF" w:rsidRDefault="005B1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699CA4A1" w:rsidR="00870AE0" w:rsidRPr="00692D66" w:rsidRDefault="006D0739" w:rsidP="003D3FC2">
    <w:pPr>
      <w:pStyle w:val="Header"/>
      <w:jc w:val="center"/>
    </w:pPr>
    <w:r>
      <w:rPr>
        <w:noProof/>
      </w:rPr>
      <w:drawing>
        <wp:inline distT="0" distB="0" distL="0" distR="0" wp14:anchorId="640332FB" wp14:editId="0527F989">
          <wp:extent cx="4705350" cy="762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3209F2E6" w:rsidR="005160B9" w:rsidRDefault="006D0739">
    <w:pPr>
      <w:pStyle w:val="Header"/>
    </w:pPr>
    <w:r>
      <w:rPr>
        <w:noProof/>
      </w:rPr>
      <w:drawing>
        <wp:inline distT="0" distB="0" distL="0" distR="0" wp14:anchorId="2B340C72" wp14:editId="44A9680F">
          <wp:extent cx="6115050" cy="117157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8557FF"/>
    <w:multiLevelType w:val="hybridMultilevel"/>
    <w:tmpl w:val="8C0AF6B8"/>
    <w:lvl w:ilvl="0" w:tplc="A2E2331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4"/>
  </w:num>
  <w:num w:numId="3" w16cid:durableId="579755036">
    <w:abstractNumId w:val="3"/>
  </w:num>
  <w:num w:numId="4" w16cid:durableId="1509056740">
    <w:abstractNumId w:val="2"/>
  </w:num>
  <w:num w:numId="5" w16cid:durableId="1554929571">
    <w:abstractNumId w:val="5"/>
  </w:num>
  <w:num w:numId="6" w16cid:durableId="1308046264">
    <w:abstractNumId w:val="6"/>
  </w:num>
  <w:num w:numId="7" w16cid:durableId="192505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24E07"/>
    <w:rsid w:val="001325AB"/>
    <w:rsid w:val="001439EB"/>
    <w:rsid w:val="00151FE3"/>
    <w:rsid w:val="0017277F"/>
    <w:rsid w:val="001A051B"/>
    <w:rsid w:val="001B2172"/>
    <w:rsid w:val="001B4317"/>
    <w:rsid w:val="001D1381"/>
    <w:rsid w:val="001E20E9"/>
    <w:rsid w:val="001F11F7"/>
    <w:rsid w:val="001F2983"/>
    <w:rsid w:val="002032EB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85283"/>
    <w:rsid w:val="005B13BF"/>
    <w:rsid w:val="005E459E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0739"/>
    <w:rsid w:val="006D2DC9"/>
    <w:rsid w:val="006E5124"/>
    <w:rsid w:val="0071467A"/>
    <w:rsid w:val="0074511B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F53F1"/>
    <w:rsid w:val="008F5C1B"/>
    <w:rsid w:val="00911F2C"/>
    <w:rsid w:val="0091318B"/>
    <w:rsid w:val="00913956"/>
    <w:rsid w:val="00924236"/>
    <w:rsid w:val="00944436"/>
    <w:rsid w:val="00950210"/>
    <w:rsid w:val="00951AF7"/>
    <w:rsid w:val="00956870"/>
    <w:rsid w:val="00961FEB"/>
    <w:rsid w:val="00973B1B"/>
    <w:rsid w:val="009812A2"/>
    <w:rsid w:val="009B4A49"/>
    <w:rsid w:val="009F321A"/>
    <w:rsid w:val="009F432D"/>
    <w:rsid w:val="00A06D2C"/>
    <w:rsid w:val="00A92CDE"/>
    <w:rsid w:val="00A963E8"/>
    <w:rsid w:val="00AB63C6"/>
    <w:rsid w:val="00AB63F6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48F3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41812"/>
    <w:rsid w:val="00EC454E"/>
    <w:rsid w:val="00F26D2D"/>
    <w:rsid w:val="00F53224"/>
    <w:rsid w:val="00F602BD"/>
    <w:rsid w:val="00F60440"/>
    <w:rsid w:val="00F83373"/>
    <w:rsid w:val="00FB5CFE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26D2D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3</cp:revision>
  <cp:lastPrinted>2022-06-15T12:21:00Z</cp:lastPrinted>
  <dcterms:created xsi:type="dcterms:W3CDTF">2022-06-30T11:07:00Z</dcterms:created>
  <dcterms:modified xsi:type="dcterms:W3CDTF">2022-06-30T11:09:00Z</dcterms:modified>
</cp:coreProperties>
</file>